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610" w:rsidRPr="009E405E" w:rsidRDefault="00585610" w:rsidP="00ED1030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ВОЛГОГРАДСКАЯ ОБЛАСТЬ</w:t>
      </w:r>
      <w:r w:rsidRPr="009E405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</w:t>
      </w:r>
    </w:p>
    <w:p w:rsidR="00585610" w:rsidRPr="009E405E" w:rsidRDefault="00585610" w:rsidP="00ED1030">
      <w:pPr>
        <w:pBdr>
          <w:bottom w:val="single" w:sz="8" w:space="1" w:color="000000"/>
        </w:pBd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ПАЛЛАСОВСКИЙ МУНИЦИПАЛЬНЫЙ РАЙОН</w:t>
      </w:r>
    </w:p>
    <w:p w:rsidR="00585610" w:rsidRPr="009E405E" w:rsidRDefault="00585610" w:rsidP="00ED1030">
      <w:pPr>
        <w:pBdr>
          <w:bottom w:val="single" w:sz="8" w:space="1" w:color="000000"/>
        </w:pBd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АДМИНИСТРАЦИЯ ЭЛЬТОНСКОГО СЕЛЬСКОГО ПОСЕЛЕНИЯ</w:t>
      </w:r>
    </w:p>
    <w:p w:rsidR="00585610" w:rsidRPr="009E405E" w:rsidRDefault="00585610" w:rsidP="00ED103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85610" w:rsidRPr="009E405E" w:rsidRDefault="00585610" w:rsidP="00ED1030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ПОСТАНОВЛЕНИЕ</w:t>
      </w:r>
    </w:p>
    <w:p w:rsidR="00585610" w:rsidRPr="009E405E" w:rsidRDefault="00585610" w:rsidP="00ED103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585610" w:rsidRPr="009E405E" w:rsidRDefault="00585610" w:rsidP="00ED103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9E405E">
        <w:rPr>
          <w:rFonts w:ascii="Times New Roman" w:hAnsi="Times New Roman" w:cs="Times New Roman"/>
          <w:sz w:val="28"/>
          <w:szCs w:val="28"/>
          <w:lang w:eastAsia="ar-SA"/>
        </w:rPr>
        <w:t>от  «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30»  декабря </w:t>
      </w:r>
      <w:r w:rsidRPr="009E405E">
        <w:rPr>
          <w:rFonts w:ascii="Times New Roman" w:hAnsi="Times New Roman" w:cs="Times New Roman"/>
          <w:sz w:val="28"/>
          <w:szCs w:val="28"/>
          <w:lang w:eastAsia="ar-SA"/>
        </w:rPr>
        <w:t>2013 г.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94</w:t>
      </w:r>
      <w:r w:rsidRPr="009E405E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</w:p>
    <w:p w:rsidR="00585610" w:rsidRPr="009E405E" w:rsidRDefault="00585610" w:rsidP="00ED103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85610" w:rsidRDefault="00585610" w:rsidP="00C521F9">
      <w:pPr>
        <w:spacing w:after="0"/>
        <w:ind w:right="510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521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схе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мы водоснабжения и водоотведения Эльтонского</w:t>
      </w:r>
      <w:r w:rsidRPr="00C521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Палласовского муниципального района Волгоградской области до 2023 года»</w:t>
      </w:r>
    </w:p>
    <w:p w:rsidR="00585610" w:rsidRPr="00151E20" w:rsidRDefault="00585610" w:rsidP="00C521F9">
      <w:pPr>
        <w:spacing w:after="0"/>
        <w:ind w:right="510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85610" w:rsidRPr="00151E20" w:rsidRDefault="00585610" w:rsidP="00E712E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Pr="00C521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C521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C521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07.12.2011 N 416-ФЗ "О водоснабжении и водоотведении"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2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712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Российской Федерации от 5 сентября 2013 г.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E712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782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,Уставом Эльтонского сельского поселения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 Эльтон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ельского 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поселения</w:t>
      </w:r>
    </w:p>
    <w:p w:rsidR="00585610" w:rsidRDefault="00585610" w:rsidP="00ED1030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ПОСТАНОВЛЯЕТ</w:t>
      </w:r>
      <w:r w:rsidRPr="009E405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585610" w:rsidRPr="009E405E" w:rsidRDefault="00585610" w:rsidP="00ED1030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85610" w:rsidRPr="00C823A5" w:rsidRDefault="00585610" w:rsidP="00C82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1.</w:t>
      </w:r>
      <w:r w:rsidRPr="00C823A5">
        <w:rPr>
          <w:rFonts w:ascii="Times New Roman" w:hAnsi="Times New Roman" w:cs="Times New Roman"/>
          <w:sz w:val="28"/>
          <w:szCs w:val="28"/>
          <w:lang w:eastAsia="ru-RU"/>
        </w:rPr>
        <w:t>Утвердить схему водоснабжения и водоотведения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Эльтон</w:t>
      </w:r>
      <w:r w:rsidRPr="00C823A5">
        <w:rPr>
          <w:rFonts w:ascii="Times New Roman" w:hAnsi="Times New Roman" w:cs="Times New Roman"/>
          <w:sz w:val="28"/>
          <w:szCs w:val="28"/>
          <w:lang w:eastAsia="ru-RU"/>
        </w:rPr>
        <w:t>ского сельского поселения Палласовского муниципального района Волгоградской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 2023 года</w:t>
      </w:r>
      <w:bookmarkStart w:id="0" w:name="_GoBack"/>
      <w:bookmarkEnd w:id="0"/>
      <w:r w:rsidRPr="00C823A5">
        <w:rPr>
          <w:rFonts w:ascii="Times New Roman" w:hAnsi="Times New Roman" w:cs="Times New Roman"/>
          <w:sz w:val="28"/>
          <w:szCs w:val="28"/>
          <w:lang w:eastAsia="ru-RU"/>
        </w:rPr>
        <w:t>. (Приложение №1)</w:t>
      </w:r>
    </w:p>
    <w:p w:rsidR="00585610" w:rsidRPr="009E405E" w:rsidRDefault="00585610" w:rsidP="00ED10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2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Постановления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оставляю за собой.</w:t>
      </w:r>
    </w:p>
    <w:p w:rsidR="00585610" w:rsidRDefault="00585610" w:rsidP="00ED10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3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Настоящее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  <w:r w:rsidRPr="009E40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вступает в силу с момента его официального опубликования (обнародования).</w:t>
      </w:r>
    </w:p>
    <w:p w:rsidR="00585610" w:rsidRPr="009E405E" w:rsidRDefault="00585610" w:rsidP="00ED10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5610" w:rsidRPr="009E405E" w:rsidRDefault="00585610" w:rsidP="00ED1030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585610" w:rsidRDefault="00585610" w:rsidP="00ED1030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85610" w:rsidRDefault="00585610" w:rsidP="00ED1030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85610" w:rsidRPr="009E405E" w:rsidRDefault="00585610" w:rsidP="00ED1030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Эльтон</w:t>
      </w:r>
      <w:r w:rsidRPr="009E405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ского</w:t>
      </w:r>
    </w:p>
    <w:p w:rsidR="00585610" w:rsidRDefault="00585610" w:rsidP="00ED1030">
      <w:r w:rsidRPr="009E405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9E405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Н</w:t>
      </w:r>
      <w:r w:rsidRPr="009E405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.А.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Сурганов</w:t>
      </w:r>
    </w:p>
    <w:sectPr w:rsidR="00585610" w:rsidSect="00F3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239C1"/>
    <w:multiLevelType w:val="hybridMultilevel"/>
    <w:tmpl w:val="989AFAB0"/>
    <w:lvl w:ilvl="0" w:tplc="B14419A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ABD"/>
    <w:rsid w:val="00094A0E"/>
    <w:rsid w:val="00125FF6"/>
    <w:rsid w:val="00151E20"/>
    <w:rsid w:val="0022609E"/>
    <w:rsid w:val="003563F3"/>
    <w:rsid w:val="003F03A9"/>
    <w:rsid w:val="00585610"/>
    <w:rsid w:val="005C7C5E"/>
    <w:rsid w:val="006448F6"/>
    <w:rsid w:val="00884ABD"/>
    <w:rsid w:val="008F7106"/>
    <w:rsid w:val="00936202"/>
    <w:rsid w:val="009602B9"/>
    <w:rsid w:val="009C49C3"/>
    <w:rsid w:val="009E405E"/>
    <w:rsid w:val="00A950AB"/>
    <w:rsid w:val="00C521F9"/>
    <w:rsid w:val="00C823A5"/>
    <w:rsid w:val="00D27D9F"/>
    <w:rsid w:val="00E712E9"/>
    <w:rsid w:val="00ED1030"/>
    <w:rsid w:val="00F37D3D"/>
    <w:rsid w:val="00F70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03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823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174</Words>
  <Characters>998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2013-12-30T12:22:00Z</cp:lastPrinted>
  <dcterms:created xsi:type="dcterms:W3CDTF">2013-12-26T04:47:00Z</dcterms:created>
  <dcterms:modified xsi:type="dcterms:W3CDTF">2013-12-30T12:22:00Z</dcterms:modified>
</cp:coreProperties>
</file>